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784219EE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505CF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79CEE4C4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40075" w:rsidRPr="00B7627D">
        <w:rPr>
          <w:rFonts w:cstheme="minorHAnsi"/>
          <w:noProof/>
          <w:szCs w:val="18"/>
          <w:lang w:eastAsia="pl-PL"/>
        </w:rPr>
        <w:t>POST/DYS/OW/GZ/04228/2025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40075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6AD0E04C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40075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6449027A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940075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2171C065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40075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940075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5A6A6C74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940075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940075" w:rsidRPr="00B7627D">
        <w:rPr>
          <w:rFonts w:cstheme="minorHAnsi"/>
          <w:b/>
          <w:noProof/>
        </w:rPr>
        <w:t>POST/DYS/OW/GZ/04228/2025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4D2D7E4F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40075" w:rsidRPr="00B7627D">
        <w:rPr>
          <w:rFonts w:cstheme="minorHAnsi"/>
          <w:noProof/>
          <w:lang w:eastAsia="pl-PL"/>
        </w:rPr>
        <w:t>POST/DYS/OW/GZ/04228/2025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40075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75D599A6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40075" w:rsidRPr="00B7627D">
        <w:rPr>
          <w:rFonts w:cstheme="minorHAnsi"/>
          <w:noProof/>
          <w:lang w:eastAsia="pl-PL"/>
        </w:rPr>
        <w:t>POST/DYS/OW/GZ/04228/2025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40075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807006B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940075" w:rsidRPr="00B7627D">
        <w:rPr>
          <w:rFonts w:cstheme="minorHAnsi"/>
          <w:noProof/>
          <w:lang w:eastAsia="pl-PL"/>
        </w:rPr>
        <w:t>POST/DYS/OW/GZ/04228/2025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940075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5246349A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40075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R10: Miasto i Gmina Tarczyn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E234367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40075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POST/DYS/OW/GZ/04228/2025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05C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3314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81402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4228_zał nr 4, 6, 7, 8, 11 do SWZ.docx</dmsv2BaseFileName>
    <dmsv2BaseDisplayName xmlns="http://schemas.microsoft.com/sharepoint/v3">4228_zał nr 4, 6, 7, 8, 11 do SWZ</dmsv2BaseDisplayName>
    <dmsv2SWPP2ObjectNumber xmlns="http://schemas.microsoft.com/sharepoint/v3">POST/DYS/OW/GZ/04228/2025                         </dmsv2SWPP2ObjectNumber>
    <dmsv2SWPP2SumMD5 xmlns="http://schemas.microsoft.com/sharepoint/v3">a58228fb61a47ecd6de60714343c3450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23844873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DPFVW34YURAE-834641568-3151</_dlc_DocId>
    <_dlc_DocIdUrl xmlns="a19cb1c7-c5c7-46d4-85ae-d83685407bba">
      <Url>https://swpp2.dms.gkpge.pl/sites/40/_layouts/15/DocIdRedir.aspx?ID=DPFVW34YURAE-834641568-3151</Url>
      <Description>DPFVW34YURAE-834641568-3151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5A4AFB0-D6BE-4CFE-8E9F-EF31F6B3C900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8E5BE0-EB01-47D5-BC58-0A853F76AB3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5187</Words>
  <Characters>31125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2025-11-25T10:52:00Z</dcterms:created>
  <dcterms:modified xsi:type="dcterms:W3CDTF">2025-11-25T11:33:00Z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0bba3da6-3a1a-474e-86f0-fba6264f301d</vt:lpwstr>
  </property>
</Properties>
</file>